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6B1B5" w14:textId="55162E2D" w:rsidR="009F7511" w:rsidRPr="00BC3336" w:rsidRDefault="009F7511" w:rsidP="00BC333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C3336">
        <w:rPr>
          <w:rFonts w:ascii="Arial" w:hAnsi="Arial" w:cs="Arial"/>
        </w:rPr>
        <w:br/>
      </w:r>
      <w:r w:rsidRPr="00BC3336">
        <w:rPr>
          <w:rFonts w:ascii="Arial" w:hAnsi="Arial" w:cs="Arial"/>
          <w:sz w:val="20"/>
          <w:szCs w:val="20"/>
        </w:rPr>
        <w:t xml:space="preserve">Part D plans </w:t>
      </w:r>
      <w:r w:rsidR="00063C6D">
        <w:rPr>
          <w:rFonts w:ascii="Arial" w:hAnsi="Arial" w:cs="Arial"/>
          <w:sz w:val="20"/>
          <w:szCs w:val="20"/>
        </w:rPr>
        <w:t>should</w:t>
      </w:r>
      <w:r w:rsidRPr="00BC3336">
        <w:rPr>
          <w:rFonts w:ascii="Arial" w:hAnsi="Arial" w:cs="Arial"/>
          <w:sz w:val="20"/>
          <w:szCs w:val="20"/>
        </w:rPr>
        <w:t xml:space="preserve"> include this </w:t>
      </w:r>
      <w:r w:rsidR="003F0B79" w:rsidRPr="003F0B79">
        <w:rPr>
          <w:rFonts w:ascii="Arial" w:hAnsi="Arial" w:cs="Arial"/>
          <w:sz w:val="20"/>
          <w:szCs w:val="20"/>
        </w:rPr>
        <w:t xml:space="preserve">Request for Reconsideration form </w:t>
      </w:r>
      <w:r w:rsidRPr="00BC3336">
        <w:rPr>
          <w:rFonts w:ascii="Arial" w:hAnsi="Arial" w:cs="Arial"/>
          <w:sz w:val="20"/>
          <w:szCs w:val="20"/>
        </w:rPr>
        <w:t xml:space="preserve">with each adverse Redetermination Notice and </w:t>
      </w:r>
      <w:r w:rsidR="00063C6D">
        <w:rPr>
          <w:rFonts w:ascii="Arial" w:hAnsi="Arial" w:cs="Arial"/>
          <w:sz w:val="20"/>
          <w:szCs w:val="20"/>
        </w:rPr>
        <w:t>should</w:t>
      </w:r>
      <w:r w:rsidRPr="00BC3336">
        <w:rPr>
          <w:rFonts w:ascii="Arial" w:hAnsi="Arial" w:cs="Arial"/>
          <w:sz w:val="20"/>
          <w:szCs w:val="20"/>
        </w:rPr>
        <w:t xml:space="preserve"> complete the following plan identifying information:</w:t>
      </w:r>
    </w:p>
    <w:p w14:paraId="68DC2D57" w14:textId="77777777" w:rsidR="009F7511" w:rsidRDefault="009F7511" w:rsidP="009F7511">
      <w:pPr>
        <w:rPr>
          <w:rFonts w:ascii="Arial" w:hAnsi="Arial" w:cs="Arial"/>
          <w:iCs/>
          <w:sz w:val="22"/>
          <w:szCs w:val="22"/>
        </w:rPr>
      </w:pPr>
    </w:p>
    <w:p w14:paraId="61C45279" w14:textId="77777777" w:rsidR="009F7511" w:rsidRPr="00EB70CD" w:rsidRDefault="009F7511" w:rsidP="009F7511">
      <w:pPr>
        <w:pStyle w:val="Body1"/>
      </w:pPr>
      <w:r w:rsidRPr="00466F06">
        <w:t>Plan Name</w:t>
      </w:r>
      <w:r>
        <w:t xml:space="preserve">:  </w:t>
      </w:r>
      <w:r w:rsidRPr="00EB70CD">
        <w:rPr>
          <w:sz w:val="28"/>
          <w:szCs w:val="28"/>
        </w:rPr>
        <w:t>&lt;</w:t>
      </w:r>
      <w:r w:rsidRPr="00EB70CD">
        <w:t>Insert Plan Name</w:t>
      </w:r>
      <w:r w:rsidRPr="00EB70CD">
        <w:rPr>
          <w:sz w:val="28"/>
          <w:szCs w:val="28"/>
        </w:rPr>
        <w:t>&gt;</w:t>
      </w:r>
      <w:r w:rsidRPr="00466F06">
        <w:tab/>
      </w:r>
      <w:r>
        <w:tab/>
      </w:r>
      <w:r>
        <w:tab/>
      </w:r>
      <w:r>
        <w:tab/>
      </w:r>
      <w:r w:rsidRPr="00466F06">
        <w:t>Contract ID</w:t>
      </w:r>
      <w:r>
        <w:t>:</w:t>
      </w:r>
      <w:r w:rsidRPr="00466F06">
        <w:t xml:space="preserve"> </w:t>
      </w:r>
      <w:r w:rsidRPr="00EB70CD">
        <w:rPr>
          <w:sz w:val="28"/>
          <w:szCs w:val="28"/>
        </w:rPr>
        <w:t>&lt;</w:t>
      </w:r>
      <w:r w:rsidRPr="00EB70CD">
        <w:t>Insert Contract ID</w:t>
      </w:r>
      <w:r w:rsidRPr="00EB70CD">
        <w:rPr>
          <w:sz w:val="28"/>
          <w:szCs w:val="28"/>
        </w:rPr>
        <w:t>&gt;</w:t>
      </w:r>
      <w:r w:rsidRPr="00EB70CD">
        <w:t xml:space="preserve"> </w:t>
      </w:r>
    </w:p>
    <w:p w14:paraId="439CCD10" w14:textId="77777777" w:rsidR="009F7511" w:rsidRPr="00466F06" w:rsidRDefault="009F7511" w:rsidP="009F7511">
      <w:pPr>
        <w:pStyle w:val="Body1"/>
      </w:pPr>
    </w:p>
    <w:p w14:paraId="7173C83C" w14:textId="77777777" w:rsidR="009F7511" w:rsidRDefault="009F7511" w:rsidP="009F7511">
      <w:pPr>
        <w:pStyle w:val="Body1"/>
        <w:rPr>
          <w:sz w:val="28"/>
          <w:szCs w:val="28"/>
        </w:rPr>
      </w:pPr>
      <w:r w:rsidRPr="00466F06">
        <w:t>Formulary ID</w:t>
      </w:r>
      <w:r>
        <w:t>:</w:t>
      </w:r>
      <w:r w:rsidRPr="00466F06">
        <w:t xml:space="preserve"> </w:t>
      </w:r>
      <w:r w:rsidRPr="00EB70CD">
        <w:rPr>
          <w:sz w:val="28"/>
          <w:szCs w:val="28"/>
        </w:rPr>
        <w:t>&lt;</w:t>
      </w:r>
      <w:r w:rsidRPr="00EB70CD">
        <w:t>Insert Formulary ID</w:t>
      </w:r>
      <w:r w:rsidRPr="00EB70CD">
        <w:rPr>
          <w:sz w:val="28"/>
          <w:szCs w:val="28"/>
        </w:rPr>
        <w:t>&gt;</w:t>
      </w:r>
      <w:r w:rsidRPr="00466F06">
        <w:tab/>
        <w:t xml:space="preserve"> </w:t>
      </w:r>
      <w:r>
        <w:tab/>
      </w:r>
      <w:r>
        <w:tab/>
      </w:r>
      <w:r>
        <w:tab/>
      </w:r>
      <w:r w:rsidRPr="00466F06">
        <w:t>Plan ID</w:t>
      </w:r>
      <w:r>
        <w:t>:</w:t>
      </w:r>
      <w:r w:rsidRPr="00466F06">
        <w:t xml:space="preserve"> </w:t>
      </w:r>
      <w:r w:rsidRPr="00EB70CD">
        <w:rPr>
          <w:sz w:val="28"/>
          <w:szCs w:val="28"/>
        </w:rPr>
        <w:t>&lt;</w:t>
      </w:r>
      <w:r w:rsidRPr="00EB70CD">
        <w:t>Insert Plan ID</w:t>
      </w:r>
      <w:r w:rsidRPr="00EB70CD">
        <w:rPr>
          <w:sz w:val="28"/>
          <w:szCs w:val="28"/>
        </w:rPr>
        <w:t>&gt;</w:t>
      </w:r>
    </w:p>
    <w:p w14:paraId="2CD1BA57" w14:textId="77777777" w:rsidR="009F7511" w:rsidRDefault="009F7511" w:rsidP="00F47172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D1C5EF2" w14:textId="0FD801CE" w:rsidR="00BC3336" w:rsidRDefault="000018B7" w:rsidP="00F47172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Request for Reconsideration of Medicare Prescription Drug Denial</w:t>
      </w:r>
    </w:p>
    <w:p w14:paraId="20EE7849" w14:textId="78DD50AD" w:rsidR="00F47172" w:rsidRPr="00F47172" w:rsidRDefault="00F47172" w:rsidP="00F47172">
      <w:pPr>
        <w:spacing w:before="252"/>
        <w:rPr>
          <w:rFonts w:ascii="Arial" w:hAnsi="Arial" w:cs="Arial"/>
          <w:spacing w:val="-5"/>
          <w:w w:val="105"/>
          <w:sz w:val="22"/>
          <w:szCs w:val="22"/>
        </w:rPr>
      </w:pPr>
      <w:r w:rsidRPr="00F47172">
        <w:rPr>
          <w:rFonts w:ascii="Arial" w:hAnsi="Arial" w:cs="Arial"/>
          <w:spacing w:val="-4"/>
          <w:w w:val="105"/>
          <w:sz w:val="22"/>
          <w:szCs w:val="22"/>
        </w:rPr>
        <w:t xml:space="preserve">Because your Medicare drug plan has upheld its initial decision to deny coverage of, or payment for, a </w:t>
      </w:r>
      <w:r w:rsidRPr="00F47172">
        <w:rPr>
          <w:rFonts w:ascii="Arial" w:hAnsi="Arial" w:cs="Arial"/>
          <w:spacing w:val="-5"/>
          <w:w w:val="105"/>
          <w:sz w:val="22"/>
          <w:szCs w:val="22"/>
        </w:rPr>
        <w:t>prescription drug you requested</w:t>
      </w:r>
      <w:r w:rsidR="008A3F87" w:rsidRPr="008A3F87">
        <w:rPr>
          <w:rFonts w:ascii="Arial" w:hAnsi="Arial" w:cs="Arial"/>
          <w:spacing w:val="-5"/>
          <w:w w:val="105"/>
          <w:sz w:val="22"/>
          <w:szCs w:val="22"/>
        </w:rPr>
        <w:t>,</w:t>
      </w:r>
      <w:r w:rsidR="008A3F87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Pr="00F47172">
        <w:rPr>
          <w:rFonts w:ascii="Arial" w:hAnsi="Arial" w:cs="Arial"/>
          <w:spacing w:val="-5"/>
          <w:w w:val="105"/>
          <w:sz w:val="22"/>
          <w:szCs w:val="22"/>
        </w:rPr>
        <w:t xml:space="preserve">you have the right to ask for an independent review of the plan’s decision. </w:t>
      </w:r>
      <w:r w:rsidRPr="00F47172">
        <w:rPr>
          <w:rFonts w:ascii="Arial" w:hAnsi="Arial" w:cs="Arial"/>
          <w:b/>
          <w:bCs/>
          <w:spacing w:val="-5"/>
          <w:w w:val="105"/>
          <w:sz w:val="22"/>
          <w:szCs w:val="22"/>
        </w:rPr>
        <w:t>You may use this form to request an independent review of your drug plan’s decision</w:t>
      </w:r>
      <w:r w:rsidRPr="00F47172">
        <w:rPr>
          <w:rFonts w:ascii="Arial" w:hAnsi="Arial" w:cs="Arial"/>
          <w:spacing w:val="-5"/>
          <w:w w:val="105"/>
          <w:sz w:val="22"/>
          <w:szCs w:val="22"/>
        </w:rPr>
        <w:t xml:space="preserve">. You have 60 days from the date of the plan’s Redetermination Notice to ask for an independent review. </w:t>
      </w:r>
      <w:r w:rsidR="006E7E8A">
        <w:rPr>
          <w:rFonts w:ascii="Arial" w:hAnsi="Arial" w:cs="Arial"/>
          <w:spacing w:val="-5"/>
          <w:w w:val="105"/>
          <w:sz w:val="22"/>
          <w:szCs w:val="22"/>
        </w:rPr>
        <w:t xml:space="preserve">You may submit your independent review request electronically at the </w:t>
      </w:r>
      <w:r w:rsidR="006649BC">
        <w:rPr>
          <w:rFonts w:ascii="Arial" w:hAnsi="Arial" w:cs="Arial"/>
          <w:spacing w:val="-5"/>
          <w:w w:val="105"/>
          <w:sz w:val="22"/>
          <w:szCs w:val="22"/>
        </w:rPr>
        <w:t>Part D QIC P</w:t>
      </w:r>
      <w:r w:rsidR="006E7E8A">
        <w:rPr>
          <w:rFonts w:ascii="Arial" w:hAnsi="Arial" w:cs="Arial"/>
          <w:spacing w:val="-5"/>
          <w:w w:val="105"/>
          <w:sz w:val="22"/>
          <w:szCs w:val="22"/>
        </w:rPr>
        <w:t>ortal address below, or you may</w:t>
      </w:r>
      <w:r w:rsidR="006E7E8A" w:rsidRPr="00F47172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Pr="00F47172">
        <w:rPr>
          <w:rFonts w:ascii="Arial" w:hAnsi="Arial" w:cs="Arial"/>
          <w:spacing w:val="-5"/>
          <w:w w:val="105"/>
          <w:sz w:val="22"/>
          <w:szCs w:val="22"/>
        </w:rPr>
        <w:t>complete this form and mail or fax it to:</w:t>
      </w:r>
    </w:p>
    <w:p w14:paraId="53C22E59" w14:textId="77777777" w:rsidR="006E7E8A" w:rsidRDefault="006E7E8A" w:rsidP="00F9056D">
      <w:pPr>
        <w:shd w:val="clear" w:color="auto" w:fill="FFFFFF"/>
        <w:jc w:val="center"/>
        <w:rPr>
          <w:rFonts w:ascii="Arial" w:hAnsi="Arial" w:cs="Arial"/>
          <w:b/>
        </w:rPr>
      </w:pPr>
    </w:p>
    <w:p w14:paraId="60EE2E88" w14:textId="555FAC55" w:rsidR="00B77697" w:rsidRPr="00B77697" w:rsidRDefault="00B77697" w:rsidP="007C4BDC">
      <w:pPr>
        <w:widowControl/>
        <w:kinsoku/>
        <w:autoSpaceDE w:val="0"/>
        <w:autoSpaceDN w:val="0"/>
        <w:adjustRightInd w:val="0"/>
        <w:ind w:left="7200" w:hanging="648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>Standard Mail</w:t>
      </w:r>
      <w:r w:rsidR="007C4BDC">
        <w:rPr>
          <w:rFonts w:ascii="Arial" w:hAnsi="Arial" w:cs="Arial"/>
          <w:b/>
          <w:bCs/>
          <w:color w:val="000000"/>
        </w:rPr>
        <w:t xml:space="preserve">:                                                  </w:t>
      </w:r>
      <w:r>
        <w:rPr>
          <w:rFonts w:ascii="Arial" w:hAnsi="Arial" w:cs="Arial"/>
          <w:b/>
          <w:bCs/>
          <w:color w:val="000000"/>
          <w:u w:val="single"/>
        </w:rPr>
        <w:t>Courier or Tracked Mail</w:t>
      </w:r>
      <w:r w:rsidR="007C4BDC">
        <w:rPr>
          <w:rFonts w:ascii="Arial" w:hAnsi="Arial" w:cs="Arial"/>
          <w:b/>
          <w:bCs/>
          <w:color w:val="000000"/>
          <w:u w:val="single"/>
        </w:rPr>
        <w:t xml:space="preserve"> (e.g. FedEx or UPS)</w:t>
      </w:r>
      <w:r>
        <w:rPr>
          <w:rFonts w:ascii="Arial" w:hAnsi="Arial" w:cs="Arial"/>
          <w:b/>
          <w:bCs/>
          <w:color w:val="000000"/>
        </w:rPr>
        <w:t>:</w:t>
      </w:r>
    </w:p>
    <w:p w14:paraId="77894090" w14:textId="50882A61" w:rsidR="00034BBF" w:rsidRPr="0076682D" w:rsidRDefault="00162711" w:rsidP="00B77697">
      <w:pPr>
        <w:widowControl/>
        <w:kinsoku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162711">
        <w:rPr>
          <w:rFonts w:ascii="Arial" w:hAnsi="Arial" w:cs="Arial"/>
          <w:b/>
          <w:bCs/>
          <w:color w:val="000000"/>
        </w:rPr>
        <w:t>C2C Innovative Solutions, Inc.</w:t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  <w:t>C2C Innovative Solutions, Inc.</w:t>
      </w:r>
    </w:p>
    <w:p w14:paraId="677ECF6B" w14:textId="34F341B0" w:rsidR="00D1343F" w:rsidRPr="00D1343F" w:rsidRDefault="00162711" w:rsidP="00B77697">
      <w:pPr>
        <w:rPr>
          <w:rFonts w:ascii="Arial" w:hAnsi="Arial" w:cs="Arial"/>
          <w:b/>
        </w:rPr>
      </w:pPr>
      <w:r w:rsidRPr="00162711">
        <w:rPr>
          <w:rFonts w:ascii="Arial" w:hAnsi="Arial" w:cs="Arial"/>
          <w:b/>
        </w:rPr>
        <w:t>Part D Drug Reconsiderations</w:t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  <w:t>Part D Drug Reconsiderations</w:t>
      </w:r>
    </w:p>
    <w:p w14:paraId="06E8267F" w14:textId="5B15F2A3" w:rsidR="00D1343F" w:rsidRPr="00D1343F" w:rsidRDefault="00162711" w:rsidP="00B77697">
      <w:pPr>
        <w:widowControl/>
        <w:kinsoku/>
        <w:autoSpaceDE w:val="0"/>
        <w:autoSpaceDN w:val="0"/>
        <w:adjustRightInd w:val="0"/>
        <w:rPr>
          <w:rFonts w:ascii="Arial" w:hAnsi="Arial" w:cs="Arial"/>
          <w:b/>
        </w:rPr>
      </w:pPr>
      <w:r w:rsidRPr="00162711">
        <w:rPr>
          <w:rFonts w:ascii="Arial" w:hAnsi="Arial" w:cs="Arial"/>
          <w:b/>
        </w:rPr>
        <w:t>P.O. Box 44166</w:t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  <w:t xml:space="preserve">301 W. Bay St., Suite </w:t>
      </w:r>
      <w:r w:rsidR="009D54E5">
        <w:rPr>
          <w:rFonts w:ascii="Arial" w:hAnsi="Arial" w:cs="Arial"/>
          <w:b/>
        </w:rPr>
        <w:t>111</w:t>
      </w:r>
      <w:r w:rsidR="00B77697">
        <w:rPr>
          <w:rFonts w:ascii="Arial" w:hAnsi="Arial" w:cs="Arial"/>
          <w:b/>
        </w:rPr>
        <w:t>0</w:t>
      </w:r>
    </w:p>
    <w:p w14:paraId="13199BD3" w14:textId="1B8ED451" w:rsidR="00432A99" w:rsidRDefault="00162711" w:rsidP="00B77697">
      <w:pPr>
        <w:widowControl/>
        <w:kinsoku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162711">
        <w:rPr>
          <w:rFonts w:ascii="Arial" w:hAnsi="Arial" w:cs="Arial"/>
          <w:b/>
          <w:bCs/>
          <w:color w:val="000000"/>
        </w:rPr>
        <w:t>Jacksonville, FL 32231-4166</w:t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  <w:t>Jacksonville, FL  32202</w:t>
      </w:r>
    </w:p>
    <w:p w14:paraId="416F44EB" w14:textId="77777777" w:rsidR="00B77697" w:rsidRDefault="00B77697" w:rsidP="00162711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5C9B444" w14:textId="77777777" w:rsidR="00B77697" w:rsidRDefault="00B77697" w:rsidP="00162711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7A27D9" w14:textId="60A77F03" w:rsidR="00162711" w:rsidRPr="00162711" w:rsidRDefault="005504DE" w:rsidP="00B77697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Toll Free Fax</w:t>
      </w:r>
      <w:r w:rsidR="00162711" w:rsidRPr="00162711">
        <w:rPr>
          <w:rFonts w:ascii="Arial" w:hAnsi="Arial" w:cs="Arial"/>
          <w:b/>
          <w:bCs/>
          <w:color w:val="000000"/>
        </w:rPr>
        <w:t>: (833) 710-0580</w:t>
      </w:r>
    </w:p>
    <w:p w14:paraId="7641E028" w14:textId="77777777" w:rsidR="00B77697" w:rsidRDefault="00B77697" w:rsidP="007924AF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5EB6B04" w14:textId="77777777" w:rsidR="00B77697" w:rsidRPr="006E7E8A" w:rsidRDefault="00B77697" w:rsidP="00B77697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Web Portal Address: </w:t>
      </w:r>
      <w:hyperlink r:id="rId11" w:history="1">
        <w:r w:rsidRPr="00F9056D">
          <w:rPr>
            <w:rStyle w:val="Hyperlink"/>
            <w:rFonts w:ascii="Arial" w:hAnsi="Arial" w:cs="Arial"/>
            <w:b/>
          </w:rPr>
          <w:t>https://www.c2cinc.com//Appellant-Signup</w:t>
        </w:r>
      </w:hyperlink>
    </w:p>
    <w:p w14:paraId="2954A118" w14:textId="09BFE3BE" w:rsidR="007924AF" w:rsidRDefault="007924AF" w:rsidP="00F9056D">
      <w:pPr>
        <w:widowControl/>
        <w:kinsoku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color w:val="000000"/>
        </w:rPr>
      </w:pPr>
    </w:p>
    <w:p w14:paraId="587B9E48" w14:textId="7A5B93C6" w:rsidR="00D15A41" w:rsidRPr="00D15A41" w:rsidRDefault="00D15A41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bCs/>
          <w:color w:val="000000"/>
          <w:sz w:val="22"/>
          <w:szCs w:val="22"/>
        </w:rPr>
      </w:pPr>
      <w:r w:rsidRPr="006E3F09"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  <w:t>Note about Representatives: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 xml:space="preserve"> </w:t>
      </w:r>
      <w:r w:rsidR="00875AD0">
        <w:rPr>
          <w:rFonts w:ascii="Arial" w:hAnsi="Arial" w:cs="Arial"/>
          <w:spacing w:val="-4"/>
          <w:w w:val="105"/>
          <w:sz w:val="22"/>
          <w:szCs w:val="22"/>
        </w:rPr>
        <w:t xml:space="preserve">Your prescriber may file a reconsideration request on your behalf without being an appointed representative. 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>If you want another indi</w:t>
      </w:r>
      <w:r w:rsidR="00875AD0">
        <w:rPr>
          <w:rFonts w:ascii="Arial" w:hAnsi="Arial" w:cs="Arial"/>
          <w:spacing w:val="-4"/>
          <w:w w:val="105"/>
          <w:sz w:val="22"/>
          <w:szCs w:val="22"/>
        </w:rPr>
        <w:t>vidual, such as a family member or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 xml:space="preserve"> friend</w:t>
      </w:r>
      <w:r w:rsidR="00EE312D">
        <w:rPr>
          <w:rFonts w:ascii="Arial" w:hAnsi="Arial" w:cs="Arial"/>
          <w:spacing w:val="-4"/>
          <w:w w:val="105"/>
          <w:sz w:val="22"/>
          <w:szCs w:val="22"/>
        </w:rPr>
        <w:t>,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 xml:space="preserve"> </w:t>
      </w:r>
      <w:r w:rsidRPr="006E3F09">
        <w:rPr>
          <w:rFonts w:ascii="Arial" w:hAnsi="Arial" w:cs="Arial"/>
          <w:spacing w:val="-5"/>
          <w:w w:val="105"/>
          <w:sz w:val="22"/>
          <w:szCs w:val="22"/>
        </w:rPr>
        <w:t>to request an independent review for you, that individual must be appointed as your representative.</w:t>
      </w:r>
    </w:p>
    <w:p w14:paraId="19740594" w14:textId="77777777" w:rsidR="009822F6" w:rsidRPr="009822F6" w:rsidRDefault="009822F6" w:rsidP="0076682D">
      <w:pPr>
        <w:widowControl/>
        <w:kinsoku/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9822F6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Enrollee Information:</w:t>
      </w:r>
    </w:p>
    <w:p w14:paraId="1306B4F1" w14:textId="7CB9F0CC" w:rsidR="006045E1" w:rsidRPr="00F47172" w:rsidRDefault="00FE276B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2B2333" wp14:editId="3B1670E1">
                <wp:simplePos x="0" y="0"/>
                <wp:positionH relativeFrom="column">
                  <wp:posOffset>1058779</wp:posOffset>
                </wp:positionH>
                <wp:positionV relativeFrom="paragraph">
                  <wp:posOffset>251962</wp:posOffset>
                </wp:positionV>
                <wp:extent cx="5317958" cy="12032"/>
                <wp:effectExtent l="0" t="0" r="35560" b="26670"/>
                <wp:wrapNone/>
                <wp:docPr id="8" name="Straight Connector 8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7958" cy="12032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B854A" id="Straight Connector 8" o:spid="_x0000_s1026" alt="Title: line - Description: line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35pt,19.85pt" to="502.1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Enrollee Name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: </w:t>
      </w:r>
    </w:p>
    <w:p w14:paraId="0358418B" w14:textId="712410D5" w:rsidR="006045E1" w:rsidRPr="00F47172" w:rsidRDefault="00FE276B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79CAA5" wp14:editId="6B7EF6BB">
                <wp:simplePos x="0" y="0"/>
                <wp:positionH relativeFrom="column">
                  <wp:posOffset>721894</wp:posOffset>
                </wp:positionH>
                <wp:positionV relativeFrom="paragraph">
                  <wp:posOffset>229669</wp:posOffset>
                </wp:positionV>
                <wp:extent cx="5558589" cy="32953"/>
                <wp:effectExtent l="0" t="0" r="23495" b="24765"/>
                <wp:wrapNone/>
                <wp:docPr id="7" name="Straight Connector 7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8589" cy="3295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9FD26" id="Straight Connector 7" o:spid="_x0000_s1026" alt="Title: line - Description: line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85pt,18.1pt" to="494.5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Address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6BD7299D" w14:textId="0008BBFA" w:rsidR="006045E1" w:rsidRPr="00F47172" w:rsidRDefault="00FE276B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47CE13" wp14:editId="3A6C733C">
                <wp:simplePos x="0" y="0"/>
                <wp:positionH relativeFrom="margin">
                  <wp:posOffset>1371600</wp:posOffset>
                </wp:positionH>
                <wp:positionV relativeFrom="paragraph">
                  <wp:posOffset>207378</wp:posOffset>
                </wp:positionV>
                <wp:extent cx="4848726" cy="15173"/>
                <wp:effectExtent l="0" t="0" r="28575" b="23495"/>
                <wp:wrapNone/>
                <wp:docPr id="6" name="Straight Connector 6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48726" cy="1517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739EE" id="Straight Connector 6" o:spid="_x0000_s1026" alt="Title: line - Description: line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8pt,16.35pt" to="489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" strokecolor="black [3213]" strokeweight=".25pt">
                <w10:wrap anchorx="margin"/>
              </v:line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City, State, Zip code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38646E1D" w14:textId="2CD5C57E" w:rsidR="006045E1" w:rsidRPr="00F47172" w:rsidRDefault="00EE312D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FCACA" wp14:editId="03B988E1">
                <wp:simplePos x="0" y="0"/>
                <wp:positionH relativeFrom="column">
                  <wp:posOffset>613076</wp:posOffset>
                </wp:positionH>
                <wp:positionV relativeFrom="paragraph">
                  <wp:posOffset>268972</wp:posOffset>
                </wp:positionV>
                <wp:extent cx="577516" cy="0"/>
                <wp:effectExtent l="0" t="0" r="32385" b="19050"/>
                <wp:wrapNone/>
                <wp:docPr id="5" name="Straight Connector 5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516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8F5FA8" id="Straight Connector 5" o:spid="_x0000_s1026" alt="Title: line - Description: line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25pt,21.2pt" to="93.7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" strokecolor="black [3213]" strokeweight=".25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B51DF0" wp14:editId="74B6B294">
                <wp:simplePos x="0" y="0"/>
                <wp:positionH relativeFrom="column">
                  <wp:posOffset>1503947</wp:posOffset>
                </wp:positionH>
                <wp:positionV relativeFrom="paragraph">
                  <wp:posOffset>226829</wp:posOffset>
                </wp:positionV>
                <wp:extent cx="4087368" cy="9144"/>
                <wp:effectExtent l="0" t="0" r="27940" b="29210"/>
                <wp:wrapNone/>
                <wp:docPr id="3" name="Straight Connector 3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7368" cy="914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335D39" id="Straight Connector 3" o:spid="_x0000_s1026" alt="Title: line - Description: line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4pt,17.85pt" to="440.2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Phone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 xml:space="preserve">: (__________) </w:t>
      </w:r>
    </w:p>
    <w:p w14:paraId="7FE10E98" w14:textId="2D085291" w:rsidR="006045E1" w:rsidRPr="00F47172" w:rsidRDefault="004D652D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611C73" wp14:editId="13EC2942">
                <wp:simplePos x="0" y="0"/>
                <wp:positionH relativeFrom="column">
                  <wp:posOffset>1322152</wp:posOffset>
                </wp:positionH>
                <wp:positionV relativeFrom="paragraph">
                  <wp:posOffset>256540</wp:posOffset>
                </wp:positionV>
                <wp:extent cx="5073322" cy="9833"/>
                <wp:effectExtent l="0" t="0" r="32385" b="28575"/>
                <wp:wrapNone/>
                <wp:docPr id="4" name="Straight Connector 4" descr="line" title="line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3322" cy="983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DCCB9" id="Straight Connector 4" o:spid="_x0000_s1026" alt="Title: line  - Description: line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1pt,20.2pt" to="503.5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" strokecolor="black [3213]" strokeweight=".25pt"/>
            </w:pict>
          </mc:Fallback>
        </mc:AlternateContent>
      </w:r>
      <w:r w:rsidR="0036108A">
        <w:rPr>
          <w:rFonts w:ascii="Arial" w:hAnsi="Arial" w:cs="Arial"/>
          <w:b/>
          <w:bCs/>
          <w:color w:val="000000"/>
          <w:sz w:val="22"/>
          <w:szCs w:val="22"/>
        </w:rPr>
        <w:t xml:space="preserve">Medicare </w:t>
      </w:r>
      <w:r w:rsidR="003F0B79">
        <w:rPr>
          <w:rFonts w:ascii="Arial" w:hAnsi="Arial" w:cs="Arial"/>
          <w:b/>
          <w:bCs/>
          <w:color w:val="000000"/>
          <w:sz w:val="22"/>
          <w:szCs w:val="22"/>
        </w:rPr>
        <w:t>Number</w:t>
      </w:r>
      <w:r w:rsidR="00990FEA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77F9E908" w14:textId="04FFAF22" w:rsidR="006045E1" w:rsidRPr="00F47172" w:rsidRDefault="006045E1" w:rsidP="00D15A41">
      <w:pPr>
        <w:widowControl/>
        <w:kinsoku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F47172">
        <w:rPr>
          <w:rFonts w:ascii="Arial" w:hAnsi="Arial" w:cs="Arial"/>
          <w:color w:val="000000"/>
          <w:sz w:val="22"/>
          <w:szCs w:val="22"/>
        </w:rPr>
        <w:t>(From red, white and blue Medicare card)</w:t>
      </w:r>
    </w:p>
    <w:p w14:paraId="496DD603" w14:textId="24AFD2D8" w:rsidR="006045E1" w:rsidRPr="00F47172" w:rsidRDefault="00EE312D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3ECC9" wp14:editId="25030066">
                <wp:simplePos x="0" y="0"/>
                <wp:positionH relativeFrom="column">
                  <wp:posOffset>1949115</wp:posOffset>
                </wp:positionH>
                <wp:positionV relativeFrom="paragraph">
                  <wp:posOffset>252663</wp:posOffset>
                </wp:positionV>
                <wp:extent cx="4087368" cy="9144"/>
                <wp:effectExtent l="0" t="0" r="27940" b="29210"/>
                <wp:wrapNone/>
                <wp:docPr id="2" name="Straight Connector 2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7368" cy="914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0A3205" id="Straight Connector 2" o:spid="_x0000_s1026" alt="Title: line - Description: line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45pt,19.9pt" to="475.3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color w:val="000000"/>
          <w:sz w:val="22"/>
          <w:szCs w:val="22"/>
        </w:rPr>
        <w:t xml:space="preserve">Date of Birth 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>(MM/DD/YYYY)</w:t>
      </w:r>
      <w:r w:rsidR="006045E1" w:rsidRPr="00F47172">
        <w:rPr>
          <w:rFonts w:ascii="Arial" w:hAnsi="Arial" w:cs="Arial"/>
          <w:b/>
          <w:color w:val="000000"/>
          <w:sz w:val="22"/>
          <w:szCs w:val="22"/>
        </w:rPr>
        <w:t>: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5B7FF8B" w14:textId="200632D7" w:rsidR="006045E1" w:rsidRPr="00EE312D" w:rsidRDefault="00EE312D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9A277" wp14:editId="5F3D9D77">
                <wp:simplePos x="0" y="0"/>
                <wp:positionH relativeFrom="column">
                  <wp:posOffset>2321560</wp:posOffset>
                </wp:positionH>
                <wp:positionV relativeFrom="paragraph">
                  <wp:posOffset>233680</wp:posOffset>
                </wp:positionV>
                <wp:extent cx="4087368" cy="9144"/>
                <wp:effectExtent l="0" t="0" r="27940" b="29210"/>
                <wp:wrapNone/>
                <wp:docPr id="1" name="Straight Connector 1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7368" cy="914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10D86" id="Straight Connector 1" o:spid="_x0000_s1026" alt="Title: line - Description: line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8pt,18.4pt" to="504.6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Name of current Part D Drug Plan</w:t>
      </w:r>
      <w:r w:rsidRPr="00F47172">
        <w:rPr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ED331CA" w14:textId="1384EB29" w:rsidR="00D15A41" w:rsidRPr="00432A99" w:rsidRDefault="00D15A41" w:rsidP="00D15A41">
      <w:pPr>
        <w:spacing w:before="240"/>
        <w:rPr>
          <w:rFonts w:ascii="Arial" w:hAnsi="Arial" w:cs="Arial"/>
          <w:bCs/>
          <w:spacing w:val="-4"/>
          <w:w w:val="105"/>
          <w:sz w:val="22"/>
          <w:szCs w:val="22"/>
        </w:rPr>
      </w:pPr>
      <w:r w:rsidRPr="00432A99">
        <w:rPr>
          <w:rFonts w:ascii="Arial" w:hAnsi="Arial" w:cs="Arial"/>
          <w:bCs/>
          <w:spacing w:val="-4"/>
          <w:w w:val="105"/>
          <w:sz w:val="22"/>
          <w:szCs w:val="22"/>
        </w:rPr>
        <w:t>Complete the following section ONLY if the person making this request is not the enrollee</w:t>
      </w:r>
      <w:r w:rsidR="00875AD0">
        <w:rPr>
          <w:rFonts w:ascii="Arial" w:hAnsi="Arial" w:cs="Arial"/>
          <w:bCs/>
          <w:spacing w:val="-4"/>
          <w:w w:val="105"/>
          <w:sz w:val="22"/>
          <w:szCs w:val="22"/>
        </w:rPr>
        <w:t xml:space="preserve"> or the enrollee’s prescriber</w:t>
      </w:r>
      <w:r w:rsidRPr="00432A99">
        <w:rPr>
          <w:rFonts w:ascii="Arial" w:hAnsi="Arial" w:cs="Arial"/>
          <w:bCs/>
          <w:spacing w:val="-4"/>
          <w:w w:val="105"/>
          <w:sz w:val="22"/>
          <w:szCs w:val="22"/>
        </w:rPr>
        <w:t xml:space="preserve"> (make sure to attach documentation showing the person’s authority to represent enrollee for purposes of this request):</w:t>
      </w:r>
    </w:p>
    <w:p w14:paraId="1729F85D" w14:textId="4521CDAE" w:rsidR="00D15A41" w:rsidRPr="006E3F09" w:rsidRDefault="00FE276B" w:rsidP="00D15A41">
      <w:pPr>
        <w:tabs>
          <w:tab w:val="right" w:leader="underscore" w:pos="10109"/>
        </w:tabs>
        <w:spacing w:before="240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2A9421" wp14:editId="10ABBA59">
                <wp:simplePos x="0" y="0"/>
                <wp:positionH relativeFrom="column">
                  <wp:posOffset>1540041</wp:posOffset>
                </wp:positionH>
                <wp:positionV relativeFrom="paragraph">
                  <wp:posOffset>296377</wp:posOffset>
                </wp:positionV>
                <wp:extent cx="4957011" cy="15173"/>
                <wp:effectExtent l="0" t="0" r="34290" b="23495"/>
                <wp:wrapNone/>
                <wp:docPr id="9" name="Straight Connector 9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011" cy="1517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60FB0" id="Straight Connector 9" o:spid="_x0000_s1026" alt="Title: line - Description: line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25pt,23.35pt" to="511.5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" strokecolor="black [3213]" strokeweight=".25pt"/>
            </w:pict>
          </mc:Fallback>
        </mc:AlternateContent>
      </w:r>
      <w:r w:rsidR="00D15A41" w:rsidRPr="006E3F09">
        <w:rPr>
          <w:rFonts w:ascii="Arial" w:hAnsi="Arial" w:cs="Arial"/>
          <w:spacing w:val="-6"/>
          <w:w w:val="105"/>
          <w:sz w:val="22"/>
          <w:szCs w:val="22"/>
        </w:rPr>
        <w:t>Representative’s Name</w:t>
      </w:r>
      <w:r>
        <w:rPr>
          <w:rFonts w:ascii="Arial" w:hAnsi="Arial" w:cs="Arial"/>
          <w:spacing w:val="-6"/>
          <w:w w:val="105"/>
          <w:sz w:val="22"/>
          <w:szCs w:val="22"/>
        </w:rPr>
        <w:t xml:space="preserve"> </w:t>
      </w:r>
    </w:p>
    <w:p w14:paraId="4029C36E" w14:textId="5944196C" w:rsidR="00D15A41" w:rsidRPr="006E3F09" w:rsidRDefault="00FE276B" w:rsidP="00D15A41">
      <w:pPr>
        <w:tabs>
          <w:tab w:val="right" w:leader="underscore" w:pos="10123"/>
        </w:tabs>
        <w:spacing w:before="240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232732" wp14:editId="7463D675">
                <wp:simplePos x="0" y="0"/>
                <wp:positionH relativeFrom="column">
                  <wp:posOffset>2574758</wp:posOffset>
                </wp:positionH>
                <wp:positionV relativeFrom="paragraph">
                  <wp:posOffset>287254</wp:posOffset>
                </wp:positionV>
                <wp:extent cx="3934326" cy="24063"/>
                <wp:effectExtent l="0" t="0" r="28575" b="33655"/>
                <wp:wrapNone/>
                <wp:docPr id="10" name="Straight Connector 10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4326" cy="2406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53244" id="Straight Connector 10" o:spid="_x0000_s1026" alt="Title: line - Description: line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22.6pt" to="512.5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" strokecolor="black [3213]" strokeweight=".25pt"/>
            </w:pict>
          </mc:Fallback>
        </mc:AlternateContent>
      </w:r>
      <w:r w:rsidR="00D15A41" w:rsidRPr="006E3F09">
        <w:rPr>
          <w:rFonts w:ascii="Arial" w:hAnsi="Arial" w:cs="Arial"/>
          <w:spacing w:val="-5"/>
          <w:w w:val="105"/>
          <w:sz w:val="22"/>
          <w:szCs w:val="22"/>
        </w:rPr>
        <w:t>Representative’s Relationship to Enrollee</w:t>
      </w:r>
      <w:r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</w:p>
    <w:p w14:paraId="1D3B1CEB" w14:textId="7AF68D5E" w:rsidR="00D15A41" w:rsidRPr="006E3F09" w:rsidRDefault="00FE276B" w:rsidP="00D15A41">
      <w:pPr>
        <w:tabs>
          <w:tab w:val="right" w:leader="underscore" w:pos="10128"/>
        </w:tabs>
        <w:spacing w:before="240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0957C3" wp14:editId="2D6A90F1">
                <wp:simplePos x="0" y="0"/>
                <wp:positionH relativeFrom="margin">
                  <wp:posOffset>613611</wp:posOffset>
                </wp:positionH>
                <wp:positionV relativeFrom="paragraph">
                  <wp:posOffset>299052</wp:posOffset>
                </wp:positionV>
                <wp:extent cx="5859378" cy="24063"/>
                <wp:effectExtent l="0" t="0" r="27305" b="33655"/>
                <wp:wrapNone/>
                <wp:docPr id="11" name="Straight Connector 11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9378" cy="2406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B2425" id="Straight Connector 11" o:spid="_x0000_s1026" alt="Title: line - Description: line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8.3pt,23.55pt" to="509.6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" strokecolor="black [3213]" strokeweight=".25pt">
                <w10:wrap anchorx="margin"/>
              </v:line>
            </w:pict>
          </mc:Fallback>
        </mc:AlternateContent>
      </w:r>
      <w:r w:rsidR="00D15A41" w:rsidRPr="006E3F09">
        <w:rPr>
          <w:rFonts w:ascii="Arial" w:hAnsi="Arial" w:cs="Arial"/>
          <w:w w:val="105"/>
          <w:sz w:val="22"/>
          <w:szCs w:val="22"/>
        </w:rPr>
        <w:t xml:space="preserve">Address </w:t>
      </w:r>
    </w:p>
    <w:p w14:paraId="7FD1218F" w14:textId="60B42B86" w:rsidR="00D15A41" w:rsidRPr="006E3F09" w:rsidRDefault="00D15A41" w:rsidP="00D15A41">
      <w:pPr>
        <w:tabs>
          <w:tab w:val="left" w:leader="underscore" w:pos="5429"/>
          <w:tab w:val="left" w:leader="underscore" w:pos="7378"/>
          <w:tab w:val="right" w:leader="underscore" w:pos="10118"/>
        </w:tabs>
        <w:spacing w:before="240"/>
        <w:rPr>
          <w:rFonts w:ascii="Arial" w:hAnsi="Arial" w:cs="Arial"/>
          <w:w w:val="105"/>
          <w:sz w:val="22"/>
          <w:szCs w:val="22"/>
        </w:rPr>
      </w:pPr>
      <w:r w:rsidRPr="006E3F09">
        <w:rPr>
          <w:rFonts w:ascii="Arial" w:hAnsi="Arial" w:cs="Arial"/>
          <w:w w:val="105"/>
          <w:sz w:val="22"/>
          <w:szCs w:val="22"/>
        </w:rPr>
        <w:t>City</w:t>
      </w:r>
      <w:r w:rsidRPr="006E3F09">
        <w:rPr>
          <w:rFonts w:ascii="Arial" w:hAnsi="Arial" w:cs="Arial"/>
          <w:w w:val="105"/>
          <w:sz w:val="22"/>
          <w:szCs w:val="22"/>
        </w:rPr>
        <w:tab/>
        <w:t xml:space="preserve"> State</w:t>
      </w:r>
      <w:r w:rsidRPr="006E3F09">
        <w:rPr>
          <w:rFonts w:ascii="Arial" w:hAnsi="Arial" w:cs="Arial"/>
          <w:w w:val="105"/>
          <w:sz w:val="22"/>
          <w:szCs w:val="22"/>
        </w:rPr>
        <w:tab/>
        <w:t xml:space="preserve"> Zip Code</w:t>
      </w:r>
      <w:r w:rsidRPr="006E3F09">
        <w:rPr>
          <w:rFonts w:ascii="Arial" w:hAnsi="Arial" w:cs="Arial"/>
          <w:w w:val="105"/>
          <w:sz w:val="22"/>
          <w:szCs w:val="22"/>
        </w:rPr>
        <w:tab/>
      </w:r>
    </w:p>
    <w:p w14:paraId="15016203" w14:textId="0A63AA13" w:rsidR="00D15A41" w:rsidRPr="006E3F09" w:rsidRDefault="00CA594D" w:rsidP="00D15A41">
      <w:pPr>
        <w:spacing w:before="240"/>
        <w:rPr>
          <w:rFonts w:ascii="Arial" w:hAnsi="Arial" w:cs="Arial"/>
          <w:spacing w:val="-5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28EA30" wp14:editId="4CF2D87B">
                <wp:simplePos x="0" y="0"/>
                <wp:positionH relativeFrom="column">
                  <wp:posOffset>456933</wp:posOffset>
                </wp:positionH>
                <wp:positionV relativeFrom="paragraph">
                  <wp:posOffset>276225</wp:posOffset>
                </wp:positionV>
                <wp:extent cx="4207176" cy="36094"/>
                <wp:effectExtent l="0" t="0" r="22225" b="21590"/>
                <wp:wrapNone/>
                <wp:docPr id="14" name="Straight Connector 14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07176" cy="3609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D1105C" id="Straight Connector 14" o:spid="_x0000_s1026" alt="Title: line - Description: line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21.75pt" to="367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" strokecolor="black [3213]" strokeweight=".25pt"/>
            </w:pict>
          </mc:Fallback>
        </mc:AlternateContent>
      </w:r>
      <w:r w:rsidR="00D15A41" w:rsidRPr="006E3F09">
        <w:rPr>
          <w:rFonts w:ascii="Arial" w:hAnsi="Arial" w:cs="Arial"/>
          <w:spacing w:val="-2"/>
          <w:w w:val="105"/>
          <w:sz w:val="22"/>
          <w:szCs w:val="22"/>
        </w:rPr>
        <w:t>Phone (</w:t>
      </w:r>
      <w:r w:rsidR="00D15A41" w:rsidRPr="006E3F09">
        <w:rPr>
          <w:rFonts w:ascii="Arial" w:hAnsi="Arial" w:cs="Arial"/>
          <w:spacing w:val="-2"/>
          <w:w w:val="105"/>
          <w:sz w:val="22"/>
          <w:szCs w:val="22"/>
        </w:rPr>
        <w:tab/>
      </w:r>
      <w:r w:rsidR="00D15A41" w:rsidRPr="006E3F09">
        <w:rPr>
          <w:rFonts w:ascii="Arial" w:hAnsi="Arial" w:cs="Arial"/>
          <w:w w:val="105"/>
          <w:sz w:val="22"/>
          <w:szCs w:val="22"/>
        </w:rPr>
        <w:t xml:space="preserve">) </w:t>
      </w:r>
    </w:p>
    <w:p w14:paraId="7119D8B1" w14:textId="6DEBCEA6" w:rsidR="00F47172" w:rsidRDefault="00FE276B" w:rsidP="0076682D">
      <w:pPr>
        <w:spacing w:before="360" w:line="480" w:lineRule="auto"/>
        <w:rPr>
          <w:rFonts w:ascii="Arial" w:hAnsi="Arial" w:cs="Arial"/>
          <w:bCs/>
          <w:spacing w:val="-4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582540" wp14:editId="7C3A561C">
                <wp:simplePos x="0" y="0"/>
                <wp:positionH relativeFrom="margin">
                  <wp:align>left</wp:align>
                </wp:positionH>
                <wp:positionV relativeFrom="paragraph">
                  <wp:posOffset>549208</wp:posOffset>
                </wp:positionV>
                <wp:extent cx="6653463" cy="32953"/>
                <wp:effectExtent l="0" t="0" r="33655" b="24765"/>
                <wp:wrapNone/>
                <wp:docPr id="13" name="Straight Connector 13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53463" cy="3295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8F06D2" id="Straight Connector 13" o:spid="_x0000_s1026" alt="Title: line - Description: line" style="position:absolute;flip:y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3.25pt" to="523.9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" strokecolor="black [3213]" strokeweight=".25pt">
                <w10:wrap anchorx="margin"/>
              </v:line>
            </w:pict>
          </mc:Fallback>
        </mc:AlternateContent>
      </w:r>
      <w:r w:rsidR="00DB1AA0" w:rsidRPr="00DB1AA0">
        <w:rPr>
          <w:rFonts w:ascii="Arial" w:hAnsi="Arial" w:cs="Arial"/>
          <w:b/>
          <w:bCs/>
          <w:spacing w:val="-4"/>
          <w:w w:val="105"/>
          <w:sz w:val="22"/>
          <w:szCs w:val="22"/>
        </w:rPr>
        <w:t>Prescription drug you asked your plan to cover:</w:t>
      </w:r>
      <w:r w:rsidR="00DB1AA0">
        <w:rPr>
          <w:rFonts w:ascii="Arial" w:hAnsi="Arial" w:cs="Arial"/>
          <w:bCs/>
          <w:spacing w:val="-4"/>
          <w:w w:val="105"/>
          <w:sz w:val="22"/>
          <w:szCs w:val="22"/>
        </w:rPr>
        <w:t xml:space="preserve"> </w:t>
      </w:r>
    </w:p>
    <w:p w14:paraId="1C84D177" w14:textId="00786C51" w:rsidR="00FE276B" w:rsidRDefault="00FE276B" w:rsidP="009F7511">
      <w:pPr>
        <w:spacing w:before="240"/>
        <w:jc w:val="center"/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</w:pPr>
    </w:p>
    <w:p w14:paraId="22873E67" w14:textId="26E012E7" w:rsidR="009F7511" w:rsidRPr="00D15A41" w:rsidRDefault="00FE276B" w:rsidP="009F7511">
      <w:pPr>
        <w:spacing w:before="240"/>
        <w:jc w:val="center"/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3D43D6" wp14:editId="43BE7B99">
                <wp:simplePos x="0" y="0"/>
                <wp:positionH relativeFrom="margin">
                  <wp:align>left</wp:align>
                </wp:positionH>
                <wp:positionV relativeFrom="paragraph">
                  <wp:posOffset>40206</wp:posOffset>
                </wp:positionV>
                <wp:extent cx="6629400" cy="0"/>
                <wp:effectExtent l="0" t="0" r="19050" b="19050"/>
                <wp:wrapNone/>
                <wp:docPr id="12" name="Straight Connector 12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176B59" id="Straight Connector 12" o:spid="_x0000_s1026" alt="Title: line - Description: line" style="position:absolute;flip:y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15pt" to="522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" strokecolor="black [3213]" strokeweight=".25pt">
                <w10:wrap anchorx="margin"/>
              </v:line>
            </w:pict>
          </mc:Fallback>
        </mc:AlternateContent>
      </w:r>
      <w:r w:rsidR="009F7511" w:rsidRPr="00D15A41"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  <w:t>Representation documentation for appeal request made by someone other than enrollee</w:t>
      </w:r>
      <w:r w:rsidR="009F7511"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  <w:t xml:space="preserve"> or prescriber</w:t>
      </w:r>
      <w:r w:rsidR="009F7511" w:rsidRPr="00D15A41"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  <w:t>:</w:t>
      </w:r>
    </w:p>
    <w:p w14:paraId="3971BCD3" w14:textId="77777777" w:rsidR="009F7511" w:rsidRPr="00D15A41" w:rsidRDefault="009F7511" w:rsidP="009F7511">
      <w:pPr>
        <w:rPr>
          <w:rFonts w:ascii="Arial" w:hAnsi="Arial" w:cs="Arial"/>
          <w:b/>
          <w:bCs/>
          <w:spacing w:val="-5"/>
          <w:w w:val="105"/>
          <w:sz w:val="22"/>
          <w:szCs w:val="22"/>
        </w:rPr>
      </w:pPr>
      <w:r w:rsidRPr="00D15A41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Attach documentation showing the authority to represent the enrollee (a completed Form CMS-1696 or a written </w:t>
      </w:r>
      <w:r w:rsidRPr="00D15A41">
        <w:rPr>
          <w:rFonts w:ascii="Arial" w:hAnsi="Arial" w:cs="Arial"/>
          <w:b/>
          <w:bCs/>
          <w:spacing w:val="-3"/>
          <w:w w:val="105"/>
          <w:sz w:val="22"/>
          <w:szCs w:val="22"/>
        </w:rPr>
        <w:t xml:space="preserve">equivalent) if it was not submitted at the coverage determination or redetermination level. A physician or other </w:t>
      </w:r>
      <w:r w:rsidRPr="00D15A41">
        <w:rPr>
          <w:rFonts w:ascii="Arial" w:hAnsi="Arial" w:cs="Arial"/>
          <w:b/>
          <w:bCs/>
          <w:spacing w:val="-5"/>
          <w:w w:val="105"/>
          <w:sz w:val="22"/>
          <w:szCs w:val="22"/>
        </w:rPr>
        <w:t xml:space="preserve">prescriber may request an appeal </w:t>
      </w:r>
      <w:r>
        <w:rPr>
          <w:rFonts w:ascii="Arial" w:hAnsi="Arial" w:cs="Arial"/>
          <w:b/>
          <w:bCs/>
          <w:spacing w:val="-5"/>
          <w:w w:val="105"/>
          <w:sz w:val="22"/>
          <w:szCs w:val="22"/>
        </w:rPr>
        <w:t>on behalf of the enrollee without being an appointed representative.</w:t>
      </w:r>
    </w:p>
    <w:p w14:paraId="5B65C876" w14:textId="77777777" w:rsidR="009F7511" w:rsidRDefault="009F7511" w:rsidP="009F7511">
      <w:pPr>
        <w:spacing w:after="108"/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</w:pPr>
    </w:p>
    <w:p w14:paraId="6AC84097" w14:textId="77777777" w:rsidR="009F7511" w:rsidRPr="009822F6" w:rsidRDefault="009F7511" w:rsidP="009F7511">
      <w:pPr>
        <w:spacing w:after="108"/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</w:pPr>
      <w:r w:rsidRPr="009822F6"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  <w:t>Prescribing Physician’s or Other Prescriber’s Information:</w:t>
      </w:r>
    </w:p>
    <w:p w14:paraId="1F62C603" w14:textId="77777777" w:rsidR="009F7511" w:rsidRPr="00F47172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Prescriber </w:t>
      </w:r>
      <w:r w:rsidRPr="00F47172">
        <w:rPr>
          <w:rFonts w:ascii="Arial" w:hAnsi="Arial" w:cs="Arial"/>
          <w:b/>
          <w:bCs/>
          <w:color w:val="000000"/>
          <w:sz w:val="22"/>
          <w:szCs w:val="22"/>
        </w:rPr>
        <w:t>Name</w:t>
      </w:r>
      <w:r w:rsidRPr="00F47172">
        <w:rPr>
          <w:rFonts w:ascii="Arial" w:hAnsi="Arial" w:cs="Arial"/>
          <w:color w:val="000000"/>
          <w:sz w:val="22"/>
          <w:szCs w:val="22"/>
        </w:rPr>
        <w:t>: 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</w:t>
      </w:r>
    </w:p>
    <w:p w14:paraId="2B531CF6" w14:textId="77777777" w:rsidR="009F7511" w:rsidRPr="00F47172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Office </w:t>
      </w:r>
      <w:r w:rsidRPr="00F47172">
        <w:rPr>
          <w:rFonts w:ascii="Arial" w:hAnsi="Arial" w:cs="Arial"/>
          <w:b/>
          <w:bCs/>
          <w:color w:val="000000"/>
          <w:sz w:val="22"/>
          <w:szCs w:val="22"/>
        </w:rPr>
        <w:t>Address</w:t>
      </w:r>
      <w:r w:rsidRPr="00F47172">
        <w:rPr>
          <w:rFonts w:ascii="Arial" w:hAnsi="Arial" w:cs="Arial"/>
          <w:color w:val="000000"/>
          <w:sz w:val="22"/>
          <w:szCs w:val="22"/>
        </w:rPr>
        <w:t>: 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</w:p>
    <w:p w14:paraId="2E8AC1DD" w14:textId="77777777" w:rsidR="009F7511" w:rsidRPr="00F47172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 w:rsidRPr="00F47172">
        <w:rPr>
          <w:rFonts w:ascii="Arial" w:hAnsi="Arial" w:cs="Arial"/>
          <w:b/>
          <w:bCs/>
          <w:color w:val="000000"/>
          <w:sz w:val="22"/>
          <w:szCs w:val="22"/>
        </w:rPr>
        <w:t>City, State, Zip code</w:t>
      </w:r>
      <w:r w:rsidRPr="00F47172">
        <w:rPr>
          <w:rFonts w:ascii="Arial" w:hAnsi="Arial" w:cs="Arial"/>
          <w:color w:val="000000"/>
          <w:sz w:val="22"/>
          <w:szCs w:val="22"/>
        </w:rPr>
        <w:t>: 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</w:p>
    <w:p w14:paraId="1C3C137A" w14:textId="77777777" w:rsidR="009F7511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Office </w:t>
      </w:r>
      <w:r w:rsidRPr="00F47172">
        <w:rPr>
          <w:rFonts w:ascii="Arial" w:hAnsi="Arial" w:cs="Arial"/>
          <w:b/>
          <w:bCs/>
          <w:color w:val="000000"/>
          <w:sz w:val="22"/>
          <w:szCs w:val="22"/>
        </w:rPr>
        <w:t>Phone</w:t>
      </w:r>
      <w:r w:rsidRPr="00F47172">
        <w:rPr>
          <w:rFonts w:ascii="Arial" w:hAnsi="Arial" w:cs="Arial"/>
          <w:color w:val="000000"/>
          <w:sz w:val="22"/>
          <w:szCs w:val="22"/>
        </w:rPr>
        <w:t>: (__________) 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</w:p>
    <w:p w14:paraId="47C40124" w14:textId="77777777" w:rsidR="009F7511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Office Fax</w:t>
      </w:r>
      <w:r w:rsidRPr="00F47172">
        <w:rPr>
          <w:rFonts w:ascii="Arial" w:hAnsi="Arial" w:cs="Arial"/>
          <w:color w:val="000000"/>
          <w:sz w:val="22"/>
          <w:szCs w:val="22"/>
        </w:rPr>
        <w:t>: (__________) 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</w:t>
      </w:r>
    </w:p>
    <w:p w14:paraId="456CA967" w14:textId="77777777" w:rsidR="009F7511" w:rsidRPr="00F47172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 w:rsidRPr="009822F6">
        <w:rPr>
          <w:rFonts w:ascii="Arial" w:hAnsi="Arial" w:cs="Arial"/>
          <w:b/>
          <w:color w:val="000000"/>
          <w:sz w:val="22"/>
          <w:szCs w:val="22"/>
        </w:rPr>
        <w:t>Office Contact Person:</w:t>
      </w:r>
      <w:r w:rsidRPr="00F47172">
        <w:rPr>
          <w:rFonts w:ascii="Arial" w:hAnsi="Arial" w:cs="Arial"/>
          <w:color w:val="000000"/>
          <w:sz w:val="22"/>
          <w:szCs w:val="22"/>
        </w:rPr>
        <w:t xml:space="preserve"> 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</w:p>
    <w:p w14:paraId="77477142" w14:textId="77777777" w:rsidR="009F7511" w:rsidRPr="006E3F09" w:rsidRDefault="009F7511" w:rsidP="009F7511">
      <w:pPr>
        <w:spacing w:before="252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Expedited Decisions</w:t>
      </w:r>
    </w:p>
    <w:p w14:paraId="0AD0E126" w14:textId="77777777" w:rsidR="009F7511" w:rsidRPr="006E3F09" w:rsidRDefault="009F7511" w:rsidP="009F7511">
      <w:pPr>
        <w:rPr>
          <w:rFonts w:ascii="Arial" w:hAnsi="Arial" w:cs="Arial"/>
          <w:spacing w:val="-5"/>
          <w:w w:val="105"/>
          <w:sz w:val="22"/>
          <w:szCs w:val="22"/>
        </w:rPr>
      </w:pPr>
      <w:r w:rsidRPr="006E3F09">
        <w:rPr>
          <w:rFonts w:ascii="Arial" w:hAnsi="Arial" w:cs="Arial"/>
          <w:spacing w:val="-7"/>
          <w:w w:val="105"/>
          <w:sz w:val="22"/>
          <w:szCs w:val="22"/>
        </w:rPr>
        <w:t xml:space="preserve">If you or your prescribing physician or other prescriber believe that waiting for a standard decision (which will be </w:t>
      </w:r>
      <w:r w:rsidRPr="006E3F09">
        <w:rPr>
          <w:rFonts w:ascii="Arial" w:hAnsi="Arial" w:cs="Arial"/>
          <w:spacing w:val="-5"/>
          <w:w w:val="105"/>
          <w:sz w:val="22"/>
          <w:szCs w:val="22"/>
        </w:rPr>
        <w:t xml:space="preserve">provided within 7 days) could seriously harm your life, health, or ability to regain maximum function, you can ask </w:t>
      </w:r>
      <w:r w:rsidRPr="006E3F09">
        <w:rPr>
          <w:rFonts w:ascii="Arial" w:hAnsi="Arial" w:cs="Arial"/>
          <w:spacing w:val="-3"/>
          <w:w w:val="105"/>
          <w:sz w:val="22"/>
          <w:szCs w:val="22"/>
        </w:rPr>
        <w:t xml:space="preserve">for an expedited (fast) decision. If your prescribing physician or other prescriber indicates that waiting 7 days </w:t>
      </w:r>
      <w:r w:rsidRPr="006E3F09">
        <w:rPr>
          <w:rFonts w:ascii="Arial" w:hAnsi="Arial" w:cs="Arial"/>
          <w:spacing w:val="-1"/>
          <w:w w:val="105"/>
          <w:sz w:val="22"/>
          <w:szCs w:val="22"/>
        </w:rPr>
        <w:t xml:space="preserve">could seriously harm your life or health or ability to regain maximum function, the independent review </w:t>
      </w:r>
      <w:r w:rsidRPr="006E3F09">
        <w:rPr>
          <w:rFonts w:ascii="Arial" w:hAnsi="Arial" w:cs="Arial"/>
          <w:spacing w:val="-2"/>
          <w:w w:val="105"/>
          <w:sz w:val="22"/>
          <w:szCs w:val="22"/>
        </w:rPr>
        <w:t xml:space="preserve">organization will automatically give you a decision within 72 hours. This timeframe may be extended for up to </w:t>
      </w:r>
      <w:r w:rsidRPr="006E3F09">
        <w:rPr>
          <w:rFonts w:ascii="Arial" w:hAnsi="Arial" w:cs="Arial"/>
          <w:spacing w:val="-5"/>
          <w:w w:val="105"/>
          <w:sz w:val="22"/>
          <w:szCs w:val="22"/>
        </w:rPr>
        <w:t xml:space="preserve">14 calendar days if your case involves an exception request and we have not received the supporting </w:t>
      </w:r>
      <w:r w:rsidRPr="006E3F09">
        <w:rPr>
          <w:rFonts w:ascii="Arial" w:hAnsi="Arial" w:cs="Arial"/>
          <w:spacing w:val="-7"/>
          <w:w w:val="105"/>
          <w:sz w:val="22"/>
          <w:szCs w:val="22"/>
        </w:rPr>
        <w:t xml:space="preserve">statement from your doctor or other prescriber supporting the request, OR the person acting for you files an 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 xml:space="preserve">appeal request but does not submit proper documentation of representation. If you do not obtain your </w:t>
      </w:r>
      <w:r w:rsidRPr="006E3F09">
        <w:rPr>
          <w:rFonts w:ascii="Arial" w:hAnsi="Arial" w:cs="Arial"/>
          <w:spacing w:val="-5"/>
          <w:w w:val="105"/>
          <w:sz w:val="22"/>
          <w:szCs w:val="22"/>
        </w:rPr>
        <w:t>physician’s or other prescriber's support for an expedited appeal, the independent review organization will decide if your health condition requires a fast decision.</w:t>
      </w:r>
    </w:p>
    <w:p w14:paraId="0A5A1F23" w14:textId="77777777" w:rsidR="009F7511" w:rsidRPr="006E3F09" w:rsidRDefault="009F7511" w:rsidP="009F7511">
      <w:pPr>
        <w:rPr>
          <w:rFonts w:ascii="Arial" w:hAnsi="Arial" w:cs="Arial"/>
          <w:spacing w:val="-5"/>
          <w:w w:val="105"/>
          <w:sz w:val="22"/>
          <w:szCs w:val="22"/>
        </w:rPr>
      </w:pPr>
    </w:p>
    <w:p w14:paraId="7DADBD3B" w14:textId="68759E8F" w:rsidR="00DB1AA0" w:rsidRPr="00F47172" w:rsidRDefault="009F7511" w:rsidP="00F9056D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pacing w:val="-6"/>
          <w:w w:val="105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Arial" w:hAnsi="Arial" w:cs="Arial"/>
          <w:spacing w:val="-6"/>
          <w:w w:val="105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pacing w:val="-6"/>
          <w:w w:val="105"/>
          <w:sz w:val="22"/>
          <w:szCs w:val="22"/>
        </w:rPr>
      </w:r>
      <w:r w:rsidR="00000000">
        <w:rPr>
          <w:rFonts w:ascii="Arial" w:hAnsi="Arial" w:cs="Arial"/>
          <w:spacing w:val="-6"/>
          <w:w w:val="105"/>
          <w:sz w:val="22"/>
          <w:szCs w:val="22"/>
        </w:rPr>
        <w:fldChar w:fldCharType="separate"/>
      </w:r>
      <w:r>
        <w:rPr>
          <w:rFonts w:ascii="Arial" w:hAnsi="Arial" w:cs="Arial"/>
          <w:spacing w:val="-6"/>
          <w:w w:val="105"/>
          <w:sz w:val="22"/>
          <w:szCs w:val="22"/>
        </w:rPr>
        <w:fldChar w:fldCharType="end"/>
      </w:r>
      <w:bookmarkEnd w:id="0"/>
      <w:r>
        <w:rPr>
          <w:rFonts w:ascii="Arial" w:hAnsi="Arial" w:cs="Arial"/>
          <w:spacing w:val="-6"/>
          <w:w w:val="105"/>
          <w:sz w:val="22"/>
          <w:szCs w:val="22"/>
        </w:rPr>
        <w:t xml:space="preserve"> </w:t>
      </w:r>
      <w:r w:rsidRPr="006E3F09">
        <w:rPr>
          <w:rFonts w:ascii="Arial" w:hAnsi="Arial" w:cs="Arial"/>
          <w:spacing w:val="-6"/>
          <w:w w:val="105"/>
          <w:sz w:val="22"/>
          <w:szCs w:val="22"/>
        </w:rPr>
        <w:t xml:space="preserve">Check this box if you believe you need a decision within 72 hours (if you have a supporting statement from 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>your prescribing physician or other prescriber, attach it to this request)</w:t>
      </w:r>
      <w:r w:rsidR="00D15A41"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  <w:br w:type="page"/>
      </w:r>
    </w:p>
    <w:p w14:paraId="46B60434" w14:textId="77777777" w:rsidR="00BF71A2" w:rsidRPr="00DE396C" w:rsidRDefault="00BF71A2" w:rsidP="00F47172">
      <w:pPr>
        <w:spacing w:before="216"/>
        <w:rPr>
          <w:rFonts w:ascii="Arial" w:hAnsi="Arial" w:cs="Arial"/>
          <w:sz w:val="22"/>
          <w:szCs w:val="22"/>
          <w:u w:val="single"/>
        </w:rPr>
      </w:pPr>
      <w:r w:rsidRPr="006E3F09">
        <w:rPr>
          <w:rFonts w:ascii="Arial" w:hAnsi="Arial" w:cs="Arial"/>
          <w:spacing w:val="-2"/>
          <w:sz w:val="22"/>
          <w:szCs w:val="22"/>
          <w:u w:val="single"/>
        </w:rPr>
        <w:lastRenderedPageBreak/>
        <w:t xml:space="preserve">Please attach any additional information you have related to your </w:t>
      </w:r>
      <w:r w:rsidR="00875AD0">
        <w:rPr>
          <w:rFonts w:ascii="Arial" w:hAnsi="Arial" w:cs="Arial"/>
          <w:spacing w:val="-2"/>
          <w:sz w:val="22"/>
          <w:szCs w:val="22"/>
          <w:u w:val="single"/>
        </w:rPr>
        <w:t>appeal such as a statement from</w:t>
      </w:r>
      <w:r w:rsidRPr="006E3F09">
        <w:rPr>
          <w:rFonts w:ascii="Arial" w:hAnsi="Arial" w:cs="Arial"/>
          <w:spacing w:val="-2"/>
          <w:sz w:val="22"/>
          <w:szCs w:val="22"/>
          <w:u w:val="single"/>
        </w:rPr>
        <w:t xml:space="preserve"> </w:t>
      </w:r>
      <w:r w:rsidRPr="006E3F09">
        <w:rPr>
          <w:rFonts w:ascii="Arial" w:hAnsi="Arial" w:cs="Arial"/>
          <w:sz w:val="22"/>
          <w:szCs w:val="22"/>
          <w:u w:val="single"/>
        </w:rPr>
        <w:t>your prescribing physician or other prescriber and relevant medical records.</w:t>
      </w:r>
      <w:r w:rsidR="00445E2B">
        <w:rPr>
          <w:rFonts w:ascii="Arial" w:hAnsi="Arial" w:cs="Arial"/>
          <w:sz w:val="22"/>
          <w:szCs w:val="22"/>
          <w:u w:val="single"/>
        </w:rPr>
        <w:t xml:space="preserve"> </w:t>
      </w:r>
      <w:r w:rsidR="00445E2B" w:rsidRPr="00DE396C">
        <w:rPr>
          <w:rFonts w:ascii="Arial" w:hAnsi="Arial" w:cs="Arial"/>
          <w:sz w:val="22"/>
          <w:szCs w:val="22"/>
        </w:rPr>
        <w:t>Please have your prescriber address the Plan’s coverage criteria as stated in the Plan’s denial lett</w:t>
      </w:r>
      <w:r w:rsidR="00691694" w:rsidRPr="00DE396C">
        <w:rPr>
          <w:rFonts w:ascii="Arial" w:hAnsi="Arial" w:cs="Arial"/>
          <w:sz w:val="22"/>
          <w:szCs w:val="22"/>
        </w:rPr>
        <w:t xml:space="preserve">er or in other Plan documents. </w:t>
      </w:r>
      <w:r w:rsidR="00445E2B" w:rsidRPr="00DE396C">
        <w:rPr>
          <w:rFonts w:ascii="Arial" w:hAnsi="Arial" w:cs="Arial"/>
          <w:sz w:val="22"/>
          <w:szCs w:val="22"/>
        </w:rPr>
        <w:t>Input from your prescriber will be needed to explain why you cannot meet the Plan’s coverage criteria and/or why the drugs required by the Plan are not medically appropriate for you.</w:t>
      </w:r>
    </w:p>
    <w:p w14:paraId="4FCC0F23" w14:textId="77777777" w:rsidR="00BF71A2" w:rsidRPr="00DE396C" w:rsidRDefault="00BF71A2" w:rsidP="00445E2B">
      <w:pPr>
        <w:spacing w:before="80"/>
        <w:rPr>
          <w:rFonts w:ascii="Arial" w:hAnsi="Arial" w:cs="Arial"/>
          <w:sz w:val="22"/>
          <w:szCs w:val="22"/>
          <w:u w:val="single"/>
        </w:rPr>
      </w:pPr>
    </w:p>
    <w:p w14:paraId="626DA028" w14:textId="77777777" w:rsidR="00BF71A2" w:rsidRPr="006E3F09" w:rsidRDefault="00BF71A2" w:rsidP="00F47172">
      <w:pPr>
        <w:spacing w:line="208" w:lineRule="auto"/>
        <w:rPr>
          <w:rFonts w:ascii="Arial" w:hAnsi="Arial" w:cs="Arial"/>
          <w:spacing w:val="-4"/>
          <w:w w:val="105"/>
          <w:sz w:val="22"/>
          <w:szCs w:val="22"/>
        </w:rPr>
      </w:pPr>
      <w:r w:rsidRPr="006E3F09">
        <w:rPr>
          <w:rFonts w:ascii="Arial" w:hAnsi="Arial" w:cs="Arial"/>
          <w:spacing w:val="-4"/>
          <w:w w:val="105"/>
          <w:sz w:val="22"/>
          <w:szCs w:val="22"/>
        </w:rPr>
        <w:t>Additional information we should consider:</w:t>
      </w:r>
      <w:r w:rsidR="0076682D">
        <w:rPr>
          <w:rFonts w:ascii="Arial" w:hAnsi="Arial" w:cs="Arial"/>
          <w:spacing w:val="-4"/>
          <w:w w:val="105"/>
          <w:sz w:val="22"/>
          <w:szCs w:val="22"/>
        </w:rPr>
        <w:t xml:space="preserve"> </w:t>
      </w:r>
      <w:r w:rsidR="0076682D" w:rsidRPr="006E3F09">
        <w:rPr>
          <w:rFonts w:ascii="Arial" w:hAnsi="Arial" w:cs="Arial"/>
          <w:sz w:val="22"/>
          <w:szCs w:val="22"/>
          <w:u w:val="single"/>
        </w:rPr>
        <w:t>_________________________________________________</w:t>
      </w:r>
      <w:r w:rsidR="0076682D">
        <w:rPr>
          <w:rFonts w:ascii="Arial" w:hAnsi="Arial" w:cs="Arial"/>
          <w:sz w:val="22"/>
          <w:szCs w:val="22"/>
          <w:u w:val="single"/>
        </w:rPr>
        <w:t>___</w:t>
      </w:r>
    </w:p>
    <w:p w14:paraId="22A614B2" w14:textId="77777777" w:rsidR="00BF71A2" w:rsidRPr="006E3F09" w:rsidRDefault="00BF71A2" w:rsidP="00445E2B">
      <w:pPr>
        <w:spacing w:before="120" w:after="80" w:line="480" w:lineRule="auto"/>
        <w:rPr>
          <w:rFonts w:ascii="Arial" w:hAnsi="Arial" w:cs="Arial"/>
          <w:sz w:val="22"/>
          <w:szCs w:val="22"/>
          <w:u w:val="single"/>
        </w:rPr>
      </w:pPr>
      <w:r w:rsidRPr="006E3F09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________________________________________________________________________________________________________________________________________________________________________________</w:t>
      </w:r>
    </w:p>
    <w:p w14:paraId="5874B54C" w14:textId="001F5E59" w:rsidR="0076682D" w:rsidRDefault="0076682D" w:rsidP="00F47172">
      <w:pPr>
        <w:spacing w:before="36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>
        <w:rPr>
          <w:rFonts w:ascii="Arial" w:hAnsi="Arial" w:cs="Arial"/>
          <w:b/>
          <w:bCs/>
          <w:spacing w:val="-6"/>
          <w:w w:val="105"/>
          <w:sz w:val="22"/>
          <w:szCs w:val="22"/>
        </w:rPr>
        <w:t xml:space="preserve">Important: </w:t>
      </w:r>
      <w:r w:rsidR="00941469">
        <w:rPr>
          <w:rFonts w:ascii="Arial" w:hAnsi="Arial" w:cs="Arial"/>
          <w:b/>
          <w:bCs/>
          <w:spacing w:val="-6"/>
          <w:w w:val="105"/>
          <w:sz w:val="22"/>
          <w:szCs w:val="22"/>
        </w:rPr>
        <w:t>Please include a copy of the Redetermination (denial) Notice that you should have received from your drug plan if available.</w:t>
      </w:r>
    </w:p>
    <w:p w14:paraId="105C0D23" w14:textId="77777777" w:rsidR="0076682D" w:rsidRDefault="0076682D" w:rsidP="00F47172">
      <w:pPr>
        <w:spacing w:before="36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p w14:paraId="3670BA1A" w14:textId="77777777" w:rsidR="00BF71A2" w:rsidRPr="006E3F09" w:rsidRDefault="00BF71A2" w:rsidP="00F47172">
      <w:pPr>
        <w:spacing w:before="36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Signature of person requesting the appeal (the enrollee or the representative):</w:t>
      </w:r>
    </w:p>
    <w:p w14:paraId="1DA04EBD" w14:textId="77777777" w:rsidR="009822F6" w:rsidRPr="006E3F09" w:rsidRDefault="009822F6" w:rsidP="00F47172">
      <w:pPr>
        <w:spacing w:before="36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p w14:paraId="29F97397" w14:textId="77777777" w:rsidR="006E3F09" w:rsidRPr="00C17034" w:rsidRDefault="00BF71A2" w:rsidP="00432A99">
      <w:pPr>
        <w:spacing w:before="120" w:after="120"/>
        <w:rPr>
          <w:rFonts w:ascii="Tahoma" w:hAnsi="Tahoma" w:cs="Tahoma"/>
          <w:spacing w:val="9"/>
          <w:sz w:val="15"/>
          <w:szCs w:val="15"/>
        </w:rPr>
      </w:pPr>
      <w:r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__________________________</w:t>
      </w:r>
      <w:r w:rsidR="006E3F09"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_______________________________</w:t>
      </w:r>
      <w:r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 xml:space="preserve"> Date: ______</w:t>
      </w:r>
      <w:r w:rsidR="006E3F09"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______</w:t>
      </w:r>
      <w:r w:rsidR="00432A99">
        <w:rPr>
          <w:rFonts w:ascii="Arial" w:hAnsi="Arial" w:cs="Arial"/>
          <w:b/>
          <w:bCs/>
          <w:spacing w:val="-6"/>
          <w:w w:val="105"/>
          <w:sz w:val="22"/>
          <w:szCs w:val="22"/>
        </w:rPr>
        <w:t>_______</w:t>
      </w:r>
    </w:p>
    <w:sectPr w:rsidR="006E3F09" w:rsidRPr="00C17034" w:rsidSect="00D15A41">
      <w:footerReference w:type="even" r:id="rId12"/>
      <w:footerReference w:type="default" r:id="rId13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DE63" w14:textId="77777777" w:rsidR="008F22CA" w:rsidRDefault="008F22CA" w:rsidP="00E07CE8">
      <w:r>
        <w:separator/>
      </w:r>
    </w:p>
  </w:endnote>
  <w:endnote w:type="continuationSeparator" w:id="0">
    <w:p w14:paraId="1DCD63EE" w14:textId="77777777" w:rsidR="008F22CA" w:rsidRDefault="008F22CA" w:rsidP="00E0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izQuadrat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E67D0" w14:textId="77777777" w:rsidR="00E07CE8" w:rsidRDefault="00E07CE8">
    <w:pPr>
      <w:widowControl/>
      <w:kinsoku/>
      <w:autoSpaceDE w:val="0"/>
      <w:autoSpaceDN w:val="0"/>
      <w:adjustRightIn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873AE" w14:textId="4C987338" w:rsidR="0076682D" w:rsidRPr="0076682D" w:rsidRDefault="00162711" w:rsidP="0076682D">
    <w:pPr>
      <w:pStyle w:val="Footer"/>
      <w:jc w:val="center"/>
      <w:rPr>
        <w:sz w:val="20"/>
        <w:szCs w:val="20"/>
      </w:rPr>
    </w:pPr>
    <w:r>
      <w:rPr>
        <w:rFonts w:ascii="FrizQuadrata" w:hAnsi="FrizQuadrata"/>
        <w:sz w:val="22"/>
        <w:szCs w:val="22"/>
      </w:rPr>
      <w:t>C2C Innovative Services, Inc.</w:t>
    </w:r>
  </w:p>
  <w:p w14:paraId="51CA92EE" w14:textId="77777777" w:rsidR="0076682D" w:rsidRPr="000E33B4" w:rsidRDefault="0076682D" w:rsidP="0076682D">
    <w:pPr>
      <w:pStyle w:val="Footer"/>
      <w:jc w:val="center"/>
    </w:pPr>
    <w:r w:rsidRPr="000E33B4">
      <w:t>Medicare Part D QIC Reconsideration Project</w:t>
    </w:r>
  </w:p>
  <w:p w14:paraId="6373A18E" w14:textId="17566537" w:rsidR="0076682D" w:rsidRPr="0076682D" w:rsidRDefault="00691694" w:rsidP="0076682D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v</w:t>
    </w:r>
    <w:r w:rsidR="00051E31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E6354" w14:textId="77777777" w:rsidR="008F22CA" w:rsidRDefault="008F22CA" w:rsidP="00E07CE8">
      <w:r>
        <w:separator/>
      </w:r>
    </w:p>
  </w:footnote>
  <w:footnote w:type="continuationSeparator" w:id="0">
    <w:p w14:paraId="6D7E0611" w14:textId="77777777" w:rsidR="008F22CA" w:rsidRDefault="008F22CA" w:rsidP="00E07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97E31"/>
    <w:multiLevelType w:val="hybridMultilevel"/>
    <w:tmpl w:val="0652F1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299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E2B"/>
    <w:rsid w:val="000018B7"/>
    <w:rsid w:val="00034BBF"/>
    <w:rsid w:val="00051E31"/>
    <w:rsid w:val="00060792"/>
    <w:rsid w:val="00063C6D"/>
    <w:rsid w:val="000E33B4"/>
    <w:rsid w:val="00125450"/>
    <w:rsid w:val="00152B5D"/>
    <w:rsid w:val="001613C6"/>
    <w:rsid w:val="00162711"/>
    <w:rsid w:val="0016531E"/>
    <w:rsid w:val="002254DD"/>
    <w:rsid w:val="002520F5"/>
    <w:rsid w:val="0027041E"/>
    <w:rsid w:val="002941A3"/>
    <w:rsid w:val="0036108A"/>
    <w:rsid w:val="00384516"/>
    <w:rsid w:val="003F0B79"/>
    <w:rsid w:val="00415182"/>
    <w:rsid w:val="00417973"/>
    <w:rsid w:val="00423AC9"/>
    <w:rsid w:val="00432A99"/>
    <w:rsid w:val="00445E2B"/>
    <w:rsid w:val="004D472D"/>
    <w:rsid w:val="004D652D"/>
    <w:rsid w:val="004D7492"/>
    <w:rsid w:val="00522E4D"/>
    <w:rsid w:val="005309F6"/>
    <w:rsid w:val="00547090"/>
    <w:rsid w:val="005504DE"/>
    <w:rsid w:val="005D6102"/>
    <w:rsid w:val="006045E1"/>
    <w:rsid w:val="00613625"/>
    <w:rsid w:val="0063150A"/>
    <w:rsid w:val="006649BC"/>
    <w:rsid w:val="00691694"/>
    <w:rsid w:val="006B6F0C"/>
    <w:rsid w:val="006C5275"/>
    <w:rsid w:val="006D43E2"/>
    <w:rsid w:val="006E3F09"/>
    <w:rsid w:val="006E7E8A"/>
    <w:rsid w:val="00701CB5"/>
    <w:rsid w:val="0076682D"/>
    <w:rsid w:val="007924AF"/>
    <w:rsid w:val="007C4BDC"/>
    <w:rsid w:val="007C6445"/>
    <w:rsid w:val="007D1E77"/>
    <w:rsid w:val="00830CD7"/>
    <w:rsid w:val="00875AD0"/>
    <w:rsid w:val="008A3F87"/>
    <w:rsid w:val="008F22CA"/>
    <w:rsid w:val="00941469"/>
    <w:rsid w:val="009822F6"/>
    <w:rsid w:val="00990FEA"/>
    <w:rsid w:val="009B1FF5"/>
    <w:rsid w:val="009D54E5"/>
    <w:rsid w:val="009F7511"/>
    <w:rsid w:val="00A21578"/>
    <w:rsid w:val="00A341B9"/>
    <w:rsid w:val="00A4626D"/>
    <w:rsid w:val="00B00983"/>
    <w:rsid w:val="00B77697"/>
    <w:rsid w:val="00BC3336"/>
    <w:rsid w:val="00BD6D83"/>
    <w:rsid w:val="00BF71A2"/>
    <w:rsid w:val="00C152E4"/>
    <w:rsid w:val="00C33E1C"/>
    <w:rsid w:val="00CA4FA3"/>
    <w:rsid w:val="00CA594D"/>
    <w:rsid w:val="00D1343F"/>
    <w:rsid w:val="00D15A41"/>
    <w:rsid w:val="00D51BA1"/>
    <w:rsid w:val="00DB1AA0"/>
    <w:rsid w:val="00DE396C"/>
    <w:rsid w:val="00E07CE8"/>
    <w:rsid w:val="00E13578"/>
    <w:rsid w:val="00E63FC6"/>
    <w:rsid w:val="00EE312D"/>
    <w:rsid w:val="00F47172"/>
    <w:rsid w:val="00F61ACF"/>
    <w:rsid w:val="00F757C9"/>
    <w:rsid w:val="00F9056D"/>
    <w:rsid w:val="00FE276B"/>
    <w:rsid w:val="00FE38D3"/>
    <w:rsid w:val="00FF2E7F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84AC65"/>
  <w15:docId w15:val="{A4E8E9DC-FFF0-42AC-A7F9-A4B6A807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71A2"/>
    <w:pPr>
      <w:widowControl w:val="0"/>
      <w:kinsoku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F75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3F09"/>
    <w:pPr>
      <w:tabs>
        <w:tab w:val="center" w:pos="4320"/>
        <w:tab w:val="right" w:pos="8640"/>
      </w:tabs>
      <w:kinsoku/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uiPriority w:val="99"/>
    <w:rsid w:val="006E3F09"/>
    <w:rPr>
      <w:sz w:val="24"/>
      <w:szCs w:val="24"/>
    </w:rPr>
  </w:style>
  <w:style w:type="paragraph" w:styleId="Footer">
    <w:name w:val="footer"/>
    <w:basedOn w:val="Normal"/>
    <w:link w:val="FooterChar"/>
    <w:rsid w:val="006E3F09"/>
    <w:pPr>
      <w:tabs>
        <w:tab w:val="center" w:pos="4680"/>
        <w:tab w:val="right" w:pos="9360"/>
      </w:tabs>
      <w:kinsoku/>
      <w:autoSpaceDE w:val="0"/>
      <w:autoSpaceDN w:val="0"/>
    </w:pPr>
  </w:style>
  <w:style w:type="character" w:customStyle="1" w:styleId="FooterChar">
    <w:name w:val="Footer Char"/>
    <w:basedOn w:val="DefaultParagraphFont"/>
    <w:link w:val="Footer"/>
    <w:rsid w:val="006E3F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2545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254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2545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54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2545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1254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25450"/>
    <w:rPr>
      <w:rFonts w:ascii="Segoe UI" w:hAnsi="Segoe UI" w:cs="Segoe UI"/>
      <w:sz w:val="18"/>
      <w:szCs w:val="18"/>
    </w:rPr>
  </w:style>
  <w:style w:type="paragraph" w:customStyle="1" w:styleId="Header1">
    <w:name w:val="Header1"/>
    <w:basedOn w:val="Heading2"/>
    <w:qFormat/>
    <w:rsid w:val="009F7511"/>
    <w:pPr>
      <w:widowControl/>
      <w:kinsoku/>
      <w:spacing w:before="0"/>
    </w:pPr>
    <w:rPr>
      <w:rFonts w:ascii="Times New Roman" w:eastAsia="Times New Roman" w:hAnsi="Times New Roman" w:cs="Arial"/>
      <w:b/>
      <w:iCs/>
      <w:color w:val="auto"/>
      <w:kern w:val="32"/>
      <w:sz w:val="28"/>
      <w:szCs w:val="28"/>
    </w:rPr>
  </w:style>
  <w:style w:type="paragraph" w:customStyle="1" w:styleId="Header2">
    <w:name w:val="Header2"/>
    <w:basedOn w:val="Normal"/>
    <w:qFormat/>
    <w:rsid w:val="009F7511"/>
    <w:pPr>
      <w:widowControl/>
      <w:tabs>
        <w:tab w:val="left" w:pos="720"/>
        <w:tab w:val="left" w:pos="1440"/>
        <w:tab w:val="left" w:pos="2160"/>
        <w:tab w:val="left" w:pos="2880"/>
      </w:tabs>
      <w:kinsoku/>
    </w:pPr>
    <w:rPr>
      <w:rFonts w:ascii="Arial" w:hAnsi="Arial" w:cs="Arial"/>
      <w:b/>
      <w:iCs/>
      <w:sz w:val="20"/>
      <w:szCs w:val="20"/>
    </w:rPr>
  </w:style>
  <w:style w:type="paragraph" w:customStyle="1" w:styleId="Body1">
    <w:name w:val="Body1"/>
    <w:basedOn w:val="Normal"/>
    <w:qFormat/>
    <w:rsid w:val="009F7511"/>
    <w:pPr>
      <w:widowControl/>
      <w:tabs>
        <w:tab w:val="left" w:pos="720"/>
        <w:tab w:val="left" w:pos="1440"/>
        <w:tab w:val="left" w:pos="2160"/>
        <w:tab w:val="left" w:pos="2880"/>
      </w:tabs>
      <w:kinsoku/>
      <w:outlineLvl w:val="0"/>
    </w:pPr>
    <w:rPr>
      <w:rFonts w:ascii="Arial" w:hAnsi="Arial" w:cs="Arial"/>
      <w:iCs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F75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Spacing">
    <w:name w:val="No Spacing"/>
    <w:uiPriority w:val="1"/>
    <w:qFormat/>
    <w:rsid w:val="00BC3336"/>
    <w:pPr>
      <w:widowControl w:val="0"/>
      <w:kinsoku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7E8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E7E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2cinc.com/Appellant-Signu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GeneralTemplates\CSR\Drug%20Recon%20Request%20Form-v2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>Word Versions</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5311B-B2CA-4C05-AA5A-3F28FC7D3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32FC3-E137-4086-885C-4123E0CFA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7F05FA-9FCD-464B-BD18-C70C069F67B9}">
  <ds:schemaRefs>
    <ds:schemaRef ds:uri="http://schemas.microsoft.com/office/2006/metadata/properties"/>
    <ds:schemaRef ds:uri="http://schemas.microsoft.com/office/infopath/2007/PartnerControls"/>
    <ds:schemaRef ds:uri="4a781332-2a91-46e8-b66b-dbb763f6c5c5"/>
  </ds:schemaRefs>
</ds:datastoreItem>
</file>

<file path=customXml/itemProps4.xml><?xml version="1.0" encoding="utf-8"?>
<ds:datastoreItem xmlns:ds="http://schemas.openxmlformats.org/officeDocument/2006/customXml" ds:itemID="{22177501-98CC-460C-A891-8BF5B0C9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Drug Recon Request Form-v2.0.dotx</Template>
  <TotalTime>2</TotalTime>
  <Pages>3</Pages>
  <Words>930</Words>
  <Characters>4777</Characters>
  <Application>Microsoft Office Word</Application>
  <DocSecurity>0</DocSecurity>
  <Lines>136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Isaac</dc:creator>
  <cp:keywords/>
  <dc:description/>
  <cp:lastModifiedBy>Edmondson, Coretta (CMS/CM)</cp:lastModifiedBy>
  <cp:revision>2</cp:revision>
  <dcterms:created xsi:type="dcterms:W3CDTF">2023-09-05T12:26:00Z</dcterms:created>
  <dcterms:modified xsi:type="dcterms:W3CDTF">2023-09-05T12:26:00Z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0x01010036D4132EC4E6614282C430EBF00B28E3</vt:lpwstr>
  </property>
</Properties>
</file>